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0F37C" w14:textId="77777777" w:rsidR="004C24A0" w:rsidRDefault="004C24A0" w:rsidP="00B17B8F">
      <w:pPr>
        <w:suppressAutoHyphens/>
        <w:jc w:val="center"/>
        <w:rPr>
          <w:b/>
          <w:caps/>
          <w:sz w:val="28"/>
          <w:lang w:eastAsia="ar-SA"/>
        </w:rPr>
      </w:pPr>
    </w:p>
    <w:p w14:paraId="56D9C71E" w14:textId="77777777" w:rsidR="006F6B82" w:rsidRDefault="002677DD" w:rsidP="00B17B8F">
      <w:pPr>
        <w:suppressAutoHyphens/>
        <w:jc w:val="center"/>
        <w:rPr>
          <w:b/>
          <w:caps/>
          <w:sz w:val="28"/>
          <w:lang w:eastAsia="ar-SA"/>
        </w:rPr>
      </w:pPr>
      <w:r w:rsidRPr="00B903EA">
        <w:rPr>
          <w:b/>
          <w:caps/>
          <w:sz w:val="28"/>
          <w:lang w:eastAsia="ar-SA"/>
        </w:rPr>
        <w:t>SKUODO</w:t>
      </w:r>
      <w:r w:rsidR="006F6B82" w:rsidRPr="00B903EA">
        <w:rPr>
          <w:b/>
          <w:caps/>
          <w:sz w:val="28"/>
          <w:lang w:eastAsia="ar-SA"/>
        </w:rPr>
        <w:t xml:space="preserve"> rajono savivaldybės taryba</w:t>
      </w:r>
    </w:p>
    <w:p w14:paraId="7BB8B963" w14:textId="77777777" w:rsidR="001D478C" w:rsidRPr="002A2093" w:rsidRDefault="001D478C" w:rsidP="001D478C">
      <w:pPr>
        <w:rPr>
          <w:color w:val="000000"/>
          <w:szCs w:val="24"/>
        </w:rPr>
      </w:pPr>
    </w:p>
    <w:p w14:paraId="78AD15F4" w14:textId="77777777" w:rsidR="001D478C" w:rsidRPr="007F53AC" w:rsidRDefault="001D478C" w:rsidP="001D478C">
      <w:pPr>
        <w:jc w:val="center"/>
        <w:rPr>
          <w:b/>
          <w:bCs/>
          <w:color w:val="000000"/>
          <w:szCs w:val="24"/>
        </w:rPr>
      </w:pPr>
      <w:r w:rsidRPr="007F53AC">
        <w:rPr>
          <w:b/>
          <w:bCs/>
          <w:color w:val="000000"/>
          <w:szCs w:val="24"/>
        </w:rPr>
        <w:t>SPRENDIMAS</w:t>
      </w:r>
    </w:p>
    <w:p w14:paraId="23302FBF" w14:textId="77777777" w:rsidR="001D478C" w:rsidRPr="007F53AC" w:rsidRDefault="001D478C" w:rsidP="001D478C">
      <w:pPr>
        <w:jc w:val="center"/>
        <w:rPr>
          <w:b/>
          <w:bCs/>
          <w:color w:val="000000"/>
          <w:szCs w:val="24"/>
        </w:rPr>
      </w:pPr>
      <w:r w:rsidRPr="007F53AC">
        <w:rPr>
          <w:b/>
          <w:szCs w:val="24"/>
        </w:rPr>
        <w:t xml:space="preserve">DĖL VIETINĖS RINKLIAVOS UŽ </w:t>
      </w:r>
      <w:r w:rsidR="00140D06" w:rsidRPr="00140D06">
        <w:rPr>
          <w:b/>
          <w:szCs w:val="24"/>
        </w:rPr>
        <w:t>LEIDIMO ORGANIZUOTI KOMERCINIUS RENGINIUS SAVIVALDYBEI PRIKLAUSANČIOSE AR SAVIVALDYBĖS VALDYTOJO TEISE VALDOMOSE VIEŠOJO NAUDOJIMO TERITORIJOSE, VIETINĖS REIKŠMĖS KELIUOSE IR GATVĖSE, ATITVERTI JUOS AR JŲ DALĮ ARBA APRIBOTI EISMĄ JUOSE IŠDAVIMĄ</w:t>
      </w:r>
      <w:r w:rsidR="00140D06">
        <w:rPr>
          <w:b/>
          <w:szCs w:val="24"/>
        </w:rPr>
        <w:t xml:space="preserve"> </w:t>
      </w:r>
      <w:r w:rsidRPr="007F53AC">
        <w:rPr>
          <w:b/>
          <w:szCs w:val="24"/>
        </w:rPr>
        <w:t>NUOSTATŲ PATVIRTINIMO</w:t>
      </w:r>
    </w:p>
    <w:p w14:paraId="0AA480D7" w14:textId="77777777" w:rsidR="001D478C" w:rsidRPr="007F53AC" w:rsidRDefault="001D478C" w:rsidP="001D478C">
      <w:pPr>
        <w:jc w:val="center"/>
        <w:rPr>
          <w:b/>
          <w:bCs/>
          <w:color w:val="000000"/>
        </w:rPr>
      </w:pPr>
    </w:p>
    <w:p w14:paraId="63EF7266" w14:textId="733E3E2C" w:rsidR="001D478C" w:rsidRPr="007F53AC" w:rsidRDefault="001D478C" w:rsidP="001D478C">
      <w:pPr>
        <w:jc w:val="center"/>
        <w:rPr>
          <w:color w:val="000000"/>
        </w:rPr>
      </w:pPr>
      <w:r w:rsidRPr="007F53AC">
        <w:rPr>
          <w:szCs w:val="24"/>
        </w:rPr>
        <w:t>202</w:t>
      </w:r>
      <w:r>
        <w:rPr>
          <w:szCs w:val="24"/>
        </w:rPr>
        <w:t>5</w:t>
      </w:r>
      <w:r w:rsidRPr="007F53AC">
        <w:rPr>
          <w:szCs w:val="24"/>
        </w:rPr>
        <w:t xml:space="preserve"> m. </w:t>
      </w:r>
      <w:r w:rsidR="008E3D28">
        <w:rPr>
          <w:szCs w:val="24"/>
        </w:rPr>
        <w:t>lapkričio 19</w:t>
      </w:r>
      <w:r w:rsidRPr="007F53AC">
        <w:rPr>
          <w:szCs w:val="24"/>
        </w:rPr>
        <w:t xml:space="preserve"> d. </w:t>
      </w:r>
      <w:r w:rsidRPr="007F53AC">
        <w:rPr>
          <w:color w:val="000000"/>
          <w:szCs w:val="24"/>
        </w:rPr>
        <w:t xml:space="preserve">Nr. </w:t>
      </w:r>
      <w:r w:rsidRPr="007F53AC">
        <w:rPr>
          <w:szCs w:val="24"/>
        </w:rPr>
        <w:t>T</w:t>
      </w:r>
      <w:r>
        <w:rPr>
          <w:szCs w:val="24"/>
        </w:rPr>
        <w:t>10</w:t>
      </w:r>
      <w:r w:rsidRPr="007F53AC">
        <w:rPr>
          <w:szCs w:val="24"/>
        </w:rPr>
        <w:t>-</w:t>
      </w:r>
      <w:r w:rsidR="008E3D28">
        <w:rPr>
          <w:szCs w:val="24"/>
        </w:rPr>
        <w:t>240</w:t>
      </w:r>
    </w:p>
    <w:p w14:paraId="74049907" w14:textId="77777777" w:rsidR="001D478C" w:rsidRPr="007F53AC" w:rsidRDefault="001D478C" w:rsidP="001D478C">
      <w:pPr>
        <w:jc w:val="center"/>
        <w:rPr>
          <w:color w:val="000000"/>
        </w:rPr>
      </w:pPr>
      <w:r w:rsidRPr="007F53AC">
        <w:rPr>
          <w:color w:val="000000"/>
        </w:rPr>
        <w:t>Skuodas</w:t>
      </w:r>
    </w:p>
    <w:p w14:paraId="6F6FA9E9" w14:textId="77777777" w:rsidR="001D478C" w:rsidRDefault="001D478C" w:rsidP="001D478C">
      <w:pPr>
        <w:rPr>
          <w:color w:val="000000"/>
        </w:rPr>
      </w:pPr>
    </w:p>
    <w:p w14:paraId="29D63FF7" w14:textId="6306F072" w:rsidR="001D478C" w:rsidRPr="008A71E5" w:rsidRDefault="001D478C" w:rsidP="001D478C">
      <w:pPr>
        <w:tabs>
          <w:tab w:val="left" w:pos="1276"/>
        </w:tabs>
        <w:ind w:firstLine="1247"/>
        <w:jc w:val="both"/>
        <w:rPr>
          <w:szCs w:val="24"/>
        </w:rPr>
      </w:pPr>
      <w:r w:rsidRPr="008A71E5">
        <w:rPr>
          <w:szCs w:val="24"/>
        </w:rPr>
        <w:t>Vadovaudamasi Lietuvos Respublikos vietos savivaldos įstatymo 1</w:t>
      </w:r>
      <w:r>
        <w:rPr>
          <w:szCs w:val="24"/>
        </w:rPr>
        <w:t>5</w:t>
      </w:r>
      <w:r w:rsidRPr="008A71E5">
        <w:rPr>
          <w:szCs w:val="24"/>
        </w:rPr>
        <w:t xml:space="preserve"> straipsnio 2 dalies </w:t>
      </w:r>
      <w:r>
        <w:rPr>
          <w:szCs w:val="24"/>
        </w:rPr>
        <w:t>29</w:t>
      </w:r>
      <w:r w:rsidRPr="008A71E5">
        <w:rPr>
          <w:szCs w:val="24"/>
        </w:rPr>
        <w:t xml:space="preserve"> punktu, </w:t>
      </w:r>
      <w:r>
        <w:rPr>
          <w:szCs w:val="24"/>
        </w:rPr>
        <w:t xml:space="preserve">Lietuvos Respublikos rinkliavų įstatymo </w:t>
      </w:r>
      <w:r w:rsidRPr="008A71E5">
        <w:rPr>
          <w:szCs w:val="24"/>
        </w:rPr>
        <w:t>1</w:t>
      </w:r>
      <w:r>
        <w:rPr>
          <w:szCs w:val="24"/>
        </w:rPr>
        <w:t>1</w:t>
      </w:r>
      <w:r w:rsidRPr="008A71E5">
        <w:rPr>
          <w:szCs w:val="24"/>
        </w:rPr>
        <w:t xml:space="preserve"> straipsnio 1 dali</w:t>
      </w:r>
      <w:r>
        <w:rPr>
          <w:szCs w:val="24"/>
        </w:rPr>
        <w:t>es 4 punktu</w:t>
      </w:r>
      <w:r w:rsidRPr="008A71E5">
        <w:rPr>
          <w:szCs w:val="24"/>
        </w:rPr>
        <w:t xml:space="preserve">, Skuodo rajono savivaldybės taryba  </w:t>
      </w:r>
      <w:r w:rsidRPr="008E3D28">
        <w:rPr>
          <w:spacing w:val="40"/>
          <w:szCs w:val="24"/>
        </w:rPr>
        <w:t>n</w:t>
      </w:r>
      <w:r w:rsidR="008E3D28" w:rsidRPr="008E3D28">
        <w:rPr>
          <w:spacing w:val="40"/>
          <w:szCs w:val="24"/>
        </w:rPr>
        <w:t>usprendži</w:t>
      </w:r>
      <w:r w:rsidR="008E3D28">
        <w:rPr>
          <w:szCs w:val="24"/>
        </w:rPr>
        <w:t>a</w:t>
      </w:r>
      <w:r w:rsidRPr="008A71E5">
        <w:rPr>
          <w:szCs w:val="24"/>
        </w:rPr>
        <w:t xml:space="preserve">: </w:t>
      </w:r>
    </w:p>
    <w:p w14:paraId="1B60A500" w14:textId="77777777" w:rsidR="001D478C" w:rsidRPr="007A350A" w:rsidRDefault="001D478C" w:rsidP="001D478C">
      <w:pPr>
        <w:ind w:firstLine="1296"/>
        <w:jc w:val="both"/>
        <w:rPr>
          <w:szCs w:val="24"/>
        </w:rPr>
      </w:pPr>
      <w:r w:rsidRPr="007A350A">
        <w:rPr>
          <w:szCs w:val="24"/>
        </w:rPr>
        <w:t xml:space="preserve">1. Patvirtinti Vietinės rinkliavos už leidimo </w:t>
      </w:r>
      <w:r w:rsidR="00140D06" w:rsidRPr="00140D06">
        <w:rPr>
          <w:szCs w:val="24"/>
        </w:rPr>
        <w:t>organizuoti komercinius renginius savivaldybei priklausančiose ar savivaldybės valdytojo teise valdomose viešojo naudojimo teritorijose, vietinės reikšmės keliuose ir gatvėse, atitverti juos ar jų dalį arba apriboti eismą juose išdavimą</w:t>
      </w:r>
      <w:r w:rsidR="00140D06">
        <w:rPr>
          <w:szCs w:val="24"/>
        </w:rPr>
        <w:t xml:space="preserve"> </w:t>
      </w:r>
      <w:r w:rsidRPr="007A350A">
        <w:rPr>
          <w:szCs w:val="24"/>
        </w:rPr>
        <w:t>nuostatus (pridedama).</w:t>
      </w:r>
    </w:p>
    <w:p w14:paraId="65A6A24D" w14:textId="77777777" w:rsidR="001D478C" w:rsidRPr="007A350A" w:rsidRDefault="001D478C" w:rsidP="001D478C">
      <w:pPr>
        <w:ind w:firstLine="1296"/>
        <w:jc w:val="both"/>
        <w:rPr>
          <w:szCs w:val="24"/>
        </w:rPr>
      </w:pPr>
      <w:r w:rsidRPr="007A350A">
        <w:rPr>
          <w:szCs w:val="24"/>
        </w:rPr>
        <w:t>2. Pripažinti netekusiu galios Skuodo rajono savivaldybės tarybos 20</w:t>
      </w:r>
      <w:r>
        <w:rPr>
          <w:szCs w:val="24"/>
        </w:rPr>
        <w:t>21</w:t>
      </w:r>
      <w:r w:rsidRPr="007A350A">
        <w:rPr>
          <w:szCs w:val="24"/>
        </w:rPr>
        <w:t xml:space="preserve"> m. </w:t>
      </w:r>
      <w:r>
        <w:rPr>
          <w:szCs w:val="24"/>
        </w:rPr>
        <w:t>kovo</w:t>
      </w:r>
      <w:r w:rsidRPr="007A350A">
        <w:rPr>
          <w:szCs w:val="24"/>
        </w:rPr>
        <w:t xml:space="preserve"> </w:t>
      </w:r>
      <w:r>
        <w:rPr>
          <w:szCs w:val="24"/>
        </w:rPr>
        <w:t>25</w:t>
      </w:r>
      <w:r w:rsidRPr="007A350A">
        <w:rPr>
          <w:szCs w:val="24"/>
        </w:rPr>
        <w:t xml:space="preserve"> d. sprendimą </w:t>
      </w:r>
      <w:bookmarkStart w:id="0" w:name="n_0"/>
      <w:r w:rsidRPr="00FA124E">
        <w:rPr>
          <w:szCs w:val="24"/>
        </w:rPr>
        <w:t>Nr. T9-</w:t>
      </w:r>
      <w:r>
        <w:rPr>
          <w:szCs w:val="24"/>
        </w:rPr>
        <w:t>33</w:t>
      </w:r>
      <w:r w:rsidRPr="00FA124E">
        <w:rPr>
          <w:szCs w:val="24"/>
        </w:rPr>
        <w:t xml:space="preserve"> </w:t>
      </w:r>
      <w:bookmarkEnd w:id="0"/>
      <w:r w:rsidRPr="007A350A">
        <w:rPr>
          <w:szCs w:val="24"/>
        </w:rPr>
        <w:t xml:space="preserve">„Dėl </w:t>
      </w:r>
      <w:r>
        <w:rPr>
          <w:szCs w:val="24"/>
        </w:rPr>
        <w:t>V</w:t>
      </w:r>
      <w:r w:rsidRPr="007A350A">
        <w:rPr>
          <w:szCs w:val="24"/>
        </w:rPr>
        <w:t>ietinės rinkliavos už leidimo organizuoti komercinius renginius savivaldybei priklausančiose ar valdytojo teise valdomose viešojo naudojimo teritorijose išdavimą nuostatų patvirtinimo“.</w:t>
      </w:r>
    </w:p>
    <w:p w14:paraId="44AD51BE" w14:textId="77777777" w:rsidR="002F5826" w:rsidRPr="00F2781B" w:rsidRDefault="002F5826" w:rsidP="00C21F6E">
      <w:pPr>
        <w:jc w:val="both"/>
        <w:rPr>
          <w:bCs/>
          <w:color w:val="000000"/>
          <w:szCs w:val="24"/>
        </w:rPr>
      </w:pPr>
    </w:p>
    <w:p w14:paraId="4825C3D5" w14:textId="77777777" w:rsidR="00E25381" w:rsidRDefault="00E25381" w:rsidP="00C40275">
      <w:pPr>
        <w:tabs>
          <w:tab w:val="left" w:pos="7044"/>
        </w:tabs>
        <w:jc w:val="both"/>
        <w:rPr>
          <w:bCs/>
        </w:rPr>
      </w:pPr>
    </w:p>
    <w:p w14:paraId="4AEA5FFD" w14:textId="77777777" w:rsidR="001D6061" w:rsidRDefault="001D6061" w:rsidP="00C40275">
      <w:pPr>
        <w:tabs>
          <w:tab w:val="left" w:pos="7044"/>
        </w:tabs>
        <w:jc w:val="both"/>
        <w:rPr>
          <w:bCs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D6061" w14:paraId="3122C455" w14:textId="77777777" w:rsidTr="001D6061">
        <w:tc>
          <w:tcPr>
            <w:tcW w:w="4814" w:type="dxa"/>
          </w:tcPr>
          <w:p w14:paraId="2E40D443" w14:textId="28D5F88B" w:rsidR="001D6061" w:rsidRDefault="001D6061" w:rsidP="001D6061">
            <w:pPr>
              <w:tabs>
                <w:tab w:val="left" w:pos="7044"/>
              </w:tabs>
              <w:ind w:hanging="120"/>
              <w:jc w:val="both"/>
              <w:rPr>
                <w:bCs/>
              </w:rPr>
            </w:pPr>
            <w:r>
              <w:rPr>
                <w:bCs/>
              </w:rPr>
              <w:t>Savivaldybės meras</w:t>
            </w:r>
          </w:p>
        </w:tc>
        <w:tc>
          <w:tcPr>
            <w:tcW w:w="4814" w:type="dxa"/>
          </w:tcPr>
          <w:p w14:paraId="081BE4BC" w14:textId="77777777" w:rsidR="001D6061" w:rsidRDefault="001D6061" w:rsidP="00C40275">
            <w:pPr>
              <w:tabs>
                <w:tab w:val="left" w:pos="7044"/>
              </w:tabs>
              <w:jc w:val="both"/>
              <w:rPr>
                <w:bCs/>
              </w:rPr>
            </w:pPr>
          </w:p>
        </w:tc>
      </w:tr>
    </w:tbl>
    <w:p w14:paraId="2595469A" w14:textId="22C1B30A" w:rsidR="006F6B82" w:rsidRDefault="006F6B82" w:rsidP="00C40275">
      <w:pPr>
        <w:tabs>
          <w:tab w:val="left" w:pos="7044"/>
        </w:tabs>
        <w:jc w:val="both"/>
        <w:rPr>
          <w:bCs/>
        </w:rPr>
      </w:pPr>
    </w:p>
    <w:p w14:paraId="6AC23DD0" w14:textId="77777777" w:rsidR="00B17B8F" w:rsidRPr="00B903EA" w:rsidRDefault="00B17B8F" w:rsidP="00B17B8F">
      <w:pPr>
        <w:tabs>
          <w:tab w:val="left" w:pos="7044"/>
        </w:tabs>
        <w:jc w:val="center"/>
        <w:rPr>
          <w:bCs/>
        </w:rPr>
      </w:pPr>
    </w:p>
    <w:p w14:paraId="38CA336C" w14:textId="718C4F4E" w:rsidR="006F6B82" w:rsidRPr="00B903EA" w:rsidRDefault="006F6B82" w:rsidP="006F6B82">
      <w:pPr>
        <w:jc w:val="both"/>
        <w:rPr>
          <w:bCs/>
        </w:rPr>
      </w:pPr>
    </w:p>
    <w:p w14:paraId="40238E6D" w14:textId="77777777" w:rsidR="00744133" w:rsidRDefault="00744133" w:rsidP="006F6B82">
      <w:pPr>
        <w:jc w:val="both"/>
        <w:rPr>
          <w:bCs/>
        </w:rPr>
      </w:pPr>
    </w:p>
    <w:p w14:paraId="2F1BBD6C" w14:textId="77777777" w:rsidR="00744133" w:rsidRDefault="00744133" w:rsidP="006F6B82">
      <w:pPr>
        <w:jc w:val="both"/>
        <w:rPr>
          <w:bCs/>
        </w:rPr>
      </w:pPr>
    </w:p>
    <w:p w14:paraId="563E9932" w14:textId="77777777" w:rsidR="00744133" w:rsidRDefault="00744133" w:rsidP="006F6B82">
      <w:pPr>
        <w:jc w:val="both"/>
        <w:rPr>
          <w:bCs/>
        </w:rPr>
      </w:pPr>
    </w:p>
    <w:p w14:paraId="3A87FF83" w14:textId="77777777" w:rsidR="00744133" w:rsidRDefault="00744133" w:rsidP="006F6B82">
      <w:pPr>
        <w:jc w:val="both"/>
        <w:rPr>
          <w:bCs/>
        </w:rPr>
      </w:pPr>
    </w:p>
    <w:p w14:paraId="3E7DBEE6" w14:textId="77777777" w:rsidR="001D6061" w:rsidRDefault="001D6061" w:rsidP="006F6B82">
      <w:pPr>
        <w:jc w:val="both"/>
        <w:rPr>
          <w:bCs/>
        </w:rPr>
      </w:pPr>
    </w:p>
    <w:p w14:paraId="2A2FE568" w14:textId="77777777" w:rsidR="001D6061" w:rsidRDefault="001D6061" w:rsidP="006F6B82">
      <w:pPr>
        <w:jc w:val="both"/>
        <w:rPr>
          <w:bCs/>
        </w:rPr>
      </w:pPr>
    </w:p>
    <w:p w14:paraId="0200D810" w14:textId="77777777" w:rsidR="001D6061" w:rsidRDefault="001D6061" w:rsidP="006F6B82">
      <w:pPr>
        <w:jc w:val="both"/>
        <w:rPr>
          <w:bCs/>
        </w:rPr>
      </w:pPr>
    </w:p>
    <w:p w14:paraId="044C7983" w14:textId="77777777" w:rsidR="001D6061" w:rsidRDefault="001D6061" w:rsidP="006F6B82">
      <w:pPr>
        <w:jc w:val="both"/>
        <w:rPr>
          <w:bCs/>
        </w:rPr>
      </w:pPr>
    </w:p>
    <w:p w14:paraId="616721D8" w14:textId="77777777" w:rsidR="001D6061" w:rsidRDefault="001D6061" w:rsidP="006F6B82">
      <w:pPr>
        <w:jc w:val="both"/>
        <w:rPr>
          <w:bCs/>
        </w:rPr>
      </w:pPr>
    </w:p>
    <w:p w14:paraId="6D8DA4F9" w14:textId="77777777" w:rsidR="001D6061" w:rsidRDefault="001D6061" w:rsidP="006F6B82">
      <w:pPr>
        <w:jc w:val="both"/>
        <w:rPr>
          <w:bCs/>
        </w:rPr>
      </w:pPr>
    </w:p>
    <w:p w14:paraId="62C5A51C" w14:textId="77777777" w:rsidR="001D6061" w:rsidRDefault="001D6061" w:rsidP="006F6B82">
      <w:pPr>
        <w:jc w:val="both"/>
        <w:rPr>
          <w:bCs/>
        </w:rPr>
      </w:pPr>
    </w:p>
    <w:p w14:paraId="0F057FBA" w14:textId="77777777" w:rsidR="001D6061" w:rsidRDefault="001D6061" w:rsidP="006F6B82">
      <w:pPr>
        <w:jc w:val="both"/>
        <w:rPr>
          <w:bCs/>
        </w:rPr>
      </w:pPr>
    </w:p>
    <w:p w14:paraId="183C0CD9" w14:textId="77777777" w:rsidR="001D6061" w:rsidRDefault="001D6061" w:rsidP="006F6B82">
      <w:pPr>
        <w:jc w:val="both"/>
        <w:rPr>
          <w:bCs/>
        </w:rPr>
      </w:pPr>
    </w:p>
    <w:p w14:paraId="0E621118" w14:textId="77777777" w:rsidR="00744133" w:rsidRDefault="00744133" w:rsidP="006F6B82">
      <w:pPr>
        <w:jc w:val="both"/>
        <w:rPr>
          <w:bCs/>
        </w:rPr>
      </w:pPr>
    </w:p>
    <w:p w14:paraId="63368AA7" w14:textId="77777777" w:rsidR="00C51C3D" w:rsidRDefault="00C51C3D" w:rsidP="006F6B82">
      <w:pPr>
        <w:jc w:val="both"/>
        <w:rPr>
          <w:bCs/>
        </w:rPr>
      </w:pPr>
    </w:p>
    <w:p w14:paraId="3E7206B4" w14:textId="77777777" w:rsidR="00C51C3D" w:rsidRPr="00B903EA" w:rsidRDefault="00C51C3D" w:rsidP="006F6B82">
      <w:pPr>
        <w:jc w:val="both"/>
        <w:rPr>
          <w:bCs/>
        </w:rPr>
      </w:pPr>
      <w:r>
        <w:rPr>
          <w:bCs/>
        </w:rPr>
        <w:t xml:space="preserve">Gintas Andriekus, tel. </w:t>
      </w:r>
      <w:r w:rsidR="00BD6936">
        <w:rPr>
          <w:bCs/>
        </w:rPr>
        <w:t>(</w:t>
      </w:r>
      <w:r>
        <w:rPr>
          <w:bCs/>
        </w:rPr>
        <w:t>0</w:t>
      </w:r>
      <w:r w:rsidR="00BD6936">
        <w:rPr>
          <w:bCs/>
        </w:rPr>
        <w:t> </w:t>
      </w:r>
      <w:r w:rsidR="002C5A65">
        <w:rPr>
          <w:bCs/>
        </w:rPr>
        <w:t>440</w:t>
      </w:r>
      <w:r w:rsidR="00BD6936">
        <w:rPr>
          <w:bCs/>
        </w:rPr>
        <w:t xml:space="preserve">) </w:t>
      </w:r>
      <w:r>
        <w:rPr>
          <w:bCs/>
        </w:rPr>
        <w:t xml:space="preserve"> </w:t>
      </w:r>
      <w:r w:rsidR="002C5A65">
        <w:rPr>
          <w:bCs/>
        </w:rPr>
        <w:t>45</w:t>
      </w:r>
      <w:r>
        <w:rPr>
          <w:bCs/>
        </w:rPr>
        <w:t xml:space="preserve"> </w:t>
      </w:r>
      <w:r w:rsidR="002C5A65">
        <w:rPr>
          <w:bCs/>
        </w:rPr>
        <w:t>5</w:t>
      </w:r>
      <w:r>
        <w:rPr>
          <w:bCs/>
        </w:rPr>
        <w:t>7</w:t>
      </w:r>
      <w:r w:rsidR="002C5A65">
        <w:rPr>
          <w:bCs/>
        </w:rPr>
        <w:t>7</w:t>
      </w:r>
    </w:p>
    <w:sectPr w:rsidR="00C51C3D" w:rsidRPr="00B903EA" w:rsidSect="005D404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45C9A" w14:textId="77777777" w:rsidR="00516B7E" w:rsidRDefault="00516B7E">
      <w:r>
        <w:separator/>
      </w:r>
    </w:p>
  </w:endnote>
  <w:endnote w:type="continuationSeparator" w:id="0">
    <w:p w14:paraId="0F7731ED" w14:textId="77777777" w:rsidR="00516B7E" w:rsidRDefault="00516B7E">
      <w:r>
        <w:continuationSeparator/>
      </w:r>
    </w:p>
  </w:endnote>
  <w:endnote w:type="continuationNotice" w:id="1">
    <w:p w14:paraId="5500DF2E" w14:textId="77777777" w:rsidR="00516B7E" w:rsidRDefault="00516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68E64" w14:textId="77777777" w:rsidR="00516B7E" w:rsidRDefault="00516B7E">
      <w:r>
        <w:separator/>
      </w:r>
    </w:p>
  </w:footnote>
  <w:footnote w:type="continuationSeparator" w:id="0">
    <w:p w14:paraId="610E3BD1" w14:textId="77777777" w:rsidR="00516B7E" w:rsidRDefault="00516B7E">
      <w:r>
        <w:continuationSeparator/>
      </w:r>
    </w:p>
  </w:footnote>
  <w:footnote w:type="continuationNotice" w:id="1">
    <w:p w14:paraId="44D4518C" w14:textId="77777777" w:rsidR="00516B7E" w:rsidRDefault="00516B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3C5B6" w14:textId="77777777" w:rsidR="002C3014" w:rsidRPr="00787A5F" w:rsidRDefault="00787A5F" w:rsidP="002C3014">
    <w:pPr>
      <w:pStyle w:val="Antrats"/>
      <w:jc w:val="right"/>
      <w:rPr>
        <w:b/>
        <w:bCs/>
        <w:i/>
        <w:iCs/>
      </w:rPr>
    </w:pPr>
    <w:r w:rsidRPr="00787A5F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66362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5557037">
    <w:abstractNumId w:val="6"/>
  </w:num>
  <w:num w:numId="3" w16cid:durableId="1464956968">
    <w:abstractNumId w:val="5"/>
  </w:num>
  <w:num w:numId="4" w16cid:durableId="1900555490">
    <w:abstractNumId w:val="4"/>
  </w:num>
  <w:num w:numId="5" w16cid:durableId="166991644">
    <w:abstractNumId w:val="8"/>
  </w:num>
  <w:num w:numId="6" w16cid:durableId="1292133353">
    <w:abstractNumId w:val="3"/>
  </w:num>
  <w:num w:numId="7" w16cid:durableId="1080448298">
    <w:abstractNumId w:val="2"/>
  </w:num>
  <w:num w:numId="8" w16cid:durableId="1810781939">
    <w:abstractNumId w:val="1"/>
  </w:num>
  <w:num w:numId="9" w16cid:durableId="2022462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43B4"/>
    <w:rsid w:val="0001520F"/>
    <w:rsid w:val="00043FA6"/>
    <w:rsid w:val="00060F0D"/>
    <w:rsid w:val="00073E5B"/>
    <w:rsid w:val="0007576E"/>
    <w:rsid w:val="00086D75"/>
    <w:rsid w:val="000970BC"/>
    <w:rsid w:val="000A3D70"/>
    <w:rsid w:val="000C0FC5"/>
    <w:rsid w:val="000D1F18"/>
    <w:rsid w:val="000D4CD2"/>
    <w:rsid w:val="000E48F3"/>
    <w:rsid w:val="000E7CCF"/>
    <w:rsid w:val="000E7D3B"/>
    <w:rsid w:val="000F3CC5"/>
    <w:rsid w:val="00101FB4"/>
    <w:rsid w:val="00110F4B"/>
    <w:rsid w:val="00113058"/>
    <w:rsid w:val="00114F5B"/>
    <w:rsid w:val="00130537"/>
    <w:rsid w:val="0013093D"/>
    <w:rsid w:val="001314BF"/>
    <w:rsid w:val="00140BB4"/>
    <w:rsid w:val="00140D06"/>
    <w:rsid w:val="00144EA8"/>
    <w:rsid w:val="00167044"/>
    <w:rsid w:val="00171452"/>
    <w:rsid w:val="00173D38"/>
    <w:rsid w:val="00180C7A"/>
    <w:rsid w:val="00181C8B"/>
    <w:rsid w:val="001852F6"/>
    <w:rsid w:val="001A48C5"/>
    <w:rsid w:val="001B4142"/>
    <w:rsid w:val="001C7457"/>
    <w:rsid w:val="001D478C"/>
    <w:rsid w:val="001D6061"/>
    <w:rsid w:val="001E0432"/>
    <w:rsid w:val="001F5E92"/>
    <w:rsid w:val="001F7F88"/>
    <w:rsid w:val="002067F2"/>
    <w:rsid w:val="00215B4E"/>
    <w:rsid w:val="00244E63"/>
    <w:rsid w:val="00246733"/>
    <w:rsid w:val="002677DD"/>
    <w:rsid w:val="00275C12"/>
    <w:rsid w:val="00282A4E"/>
    <w:rsid w:val="002A2093"/>
    <w:rsid w:val="002C3014"/>
    <w:rsid w:val="002C5A65"/>
    <w:rsid w:val="002D0485"/>
    <w:rsid w:val="002E4D82"/>
    <w:rsid w:val="002F5826"/>
    <w:rsid w:val="003060C9"/>
    <w:rsid w:val="003071B9"/>
    <w:rsid w:val="003073EE"/>
    <w:rsid w:val="00337154"/>
    <w:rsid w:val="00342D79"/>
    <w:rsid w:val="00346BC0"/>
    <w:rsid w:val="0035227C"/>
    <w:rsid w:val="00355C17"/>
    <w:rsid w:val="00363176"/>
    <w:rsid w:val="00363273"/>
    <w:rsid w:val="00364F96"/>
    <w:rsid w:val="003702AF"/>
    <w:rsid w:val="00370FAC"/>
    <w:rsid w:val="00382391"/>
    <w:rsid w:val="00383001"/>
    <w:rsid w:val="0039042B"/>
    <w:rsid w:val="003A076D"/>
    <w:rsid w:val="003A4741"/>
    <w:rsid w:val="003A4903"/>
    <w:rsid w:val="003D6BA6"/>
    <w:rsid w:val="003F3051"/>
    <w:rsid w:val="003F7D03"/>
    <w:rsid w:val="00400CDD"/>
    <w:rsid w:val="00407F40"/>
    <w:rsid w:val="004360FD"/>
    <w:rsid w:val="00436AAD"/>
    <w:rsid w:val="00437AF8"/>
    <w:rsid w:val="0044266D"/>
    <w:rsid w:val="0045016E"/>
    <w:rsid w:val="00465C98"/>
    <w:rsid w:val="004730C0"/>
    <w:rsid w:val="00473BE9"/>
    <w:rsid w:val="00481616"/>
    <w:rsid w:val="00486BE1"/>
    <w:rsid w:val="004A0F28"/>
    <w:rsid w:val="004A1A42"/>
    <w:rsid w:val="004A57D8"/>
    <w:rsid w:val="004C24A0"/>
    <w:rsid w:val="004F0D2C"/>
    <w:rsid w:val="004F22ED"/>
    <w:rsid w:val="00501D0B"/>
    <w:rsid w:val="00503C28"/>
    <w:rsid w:val="00515F9D"/>
    <w:rsid w:val="00516B7E"/>
    <w:rsid w:val="00530AF2"/>
    <w:rsid w:val="00530EA3"/>
    <w:rsid w:val="00531EA6"/>
    <w:rsid w:val="00532580"/>
    <w:rsid w:val="005350F0"/>
    <w:rsid w:val="0054345D"/>
    <w:rsid w:val="00560282"/>
    <w:rsid w:val="0057097B"/>
    <w:rsid w:val="005719BD"/>
    <w:rsid w:val="005749A0"/>
    <w:rsid w:val="005817F9"/>
    <w:rsid w:val="00595203"/>
    <w:rsid w:val="005972DA"/>
    <w:rsid w:val="005973E2"/>
    <w:rsid w:val="005C316D"/>
    <w:rsid w:val="005D404E"/>
    <w:rsid w:val="005D4CD7"/>
    <w:rsid w:val="005D5D75"/>
    <w:rsid w:val="006038C8"/>
    <w:rsid w:val="00603D74"/>
    <w:rsid w:val="006067EF"/>
    <w:rsid w:val="00606B76"/>
    <w:rsid w:val="00623C69"/>
    <w:rsid w:val="006348C0"/>
    <w:rsid w:val="0063683B"/>
    <w:rsid w:val="006502F2"/>
    <w:rsid w:val="006555B2"/>
    <w:rsid w:val="006568D9"/>
    <w:rsid w:val="006675B4"/>
    <w:rsid w:val="0067189D"/>
    <w:rsid w:val="00673E43"/>
    <w:rsid w:val="00675E6C"/>
    <w:rsid w:val="006760E3"/>
    <w:rsid w:val="00682CEF"/>
    <w:rsid w:val="00682E5A"/>
    <w:rsid w:val="006A10FB"/>
    <w:rsid w:val="006A271A"/>
    <w:rsid w:val="006B1745"/>
    <w:rsid w:val="006C7DFF"/>
    <w:rsid w:val="006D6D7C"/>
    <w:rsid w:val="006E749F"/>
    <w:rsid w:val="006F6B82"/>
    <w:rsid w:val="00722981"/>
    <w:rsid w:val="0073281E"/>
    <w:rsid w:val="00744133"/>
    <w:rsid w:val="00747EA5"/>
    <w:rsid w:val="007521B7"/>
    <w:rsid w:val="00757F5B"/>
    <w:rsid w:val="00773048"/>
    <w:rsid w:val="007804FA"/>
    <w:rsid w:val="00781549"/>
    <w:rsid w:val="007844F0"/>
    <w:rsid w:val="00787A5F"/>
    <w:rsid w:val="0079728E"/>
    <w:rsid w:val="007B5082"/>
    <w:rsid w:val="007B71C2"/>
    <w:rsid w:val="007C5449"/>
    <w:rsid w:val="007C7C66"/>
    <w:rsid w:val="007D2C1F"/>
    <w:rsid w:val="007E472B"/>
    <w:rsid w:val="007E6B14"/>
    <w:rsid w:val="00800B35"/>
    <w:rsid w:val="00800C79"/>
    <w:rsid w:val="0081102C"/>
    <w:rsid w:val="008151FA"/>
    <w:rsid w:val="008470AA"/>
    <w:rsid w:val="00850177"/>
    <w:rsid w:val="00861F25"/>
    <w:rsid w:val="00882483"/>
    <w:rsid w:val="008909D0"/>
    <w:rsid w:val="0089338E"/>
    <w:rsid w:val="0089463C"/>
    <w:rsid w:val="008A4070"/>
    <w:rsid w:val="008B561A"/>
    <w:rsid w:val="008D1E6C"/>
    <w:rsid w:val="008D566E"/>
    <w:rsid w:val="008E277D"/>
    <w:rsid w:val="008E2F59"/>
    <w:rsid w:val="008E3D28"/>
    <w:rsid w:val="008F78EA"/>
    <w:rsid w:val="008F7F92"/>
    <w:rsid w:val="00901852"/>
    <w:rsid w:val="00904DF6"/>
    <w:rsid w:val="00907FD1"/>
    <w:rsid w:val="009119F8"/>
    <w:rsid w:val="009121E4"/>
    <w:rsid w:val="0091412B"/>
    <w:rsid w:val="00914486"/>
    <w:rsid w:val="00916C79"/>
    <w:rsid w:val="009320A8"/>
    <w:rsid w:val="009462EE"/>
    <w:rsid w:val="00957AD2"/>
    <w:rsid w:val="0096499A"/>
    <w:rsid w:val="00965348"/>
    <w:rsid w:val="009717BC"/>
    <w:rsid w:val="00980F90"/>
    <w:rsid w:val="009A0791"/>
    <w:rsid w:val="009A7D95"/>
    <w:rsid w:val="009B4685"/>
    <w:rsid w:val="009C1E84"/>
    <w:rsid w:val="009C2103"/>
    <w:rsid w:val="009C4AF5"/>
    <w:rsid w:val="009C5575"/>
    <w:rsid w:val="009F0171"/>
    <w:rsid w:val="009F0DD0"/>
    <w:rsid w:val="009F141A"/>
    <w:rsid w:val="00A0222E"/>
    <w:rsid w:val="00A0330D"/>
    <w:rsid w:val="00A20E77"/>
    <w:rsid w:val="00A21B2D"/>
    <w:rsid w:val="00A24DBA"/>
    <w:rsid w:val="00A32A89"/>
    <w:rsid w:val="00A416A2"/>
    <w:rsid w:val="00A472F6"/>
    <w:rsid w:val="00A55CF4"/>
    <w:rsid w:val="00A6486B"/>
    <w:rsid w:val="00A71826"/>
    <w:rsid w:val="00A819D6"/>
    <w:rsid w:val="00A821DD"/>
    <w:rsid w:val="00A87AAF"/>
    <w:rsid w:val="00A91583"/>
    <w:rsid w:val="00AA2B4C"/>
    <w:rsid w:val="00AB13B9"/>
    <w:rsid w:val="00AB1B18"/>
    <w:rsid w:val="00AB4510"/>
    <w:rsid w:val="00AC4B8C"/>
    <w:rsid w:val="00AC6F1B"/>
    <w:rsid w:val="00AC75AA"/>
    <w:rsid w:val="00AE221D"/>
    <w:rsid w:val="00AF2495"/>
    <w:rsid w:val="00AF422D"/>
    <w:rsid w:val="00AF4B9C"/>
    <w:rsid w:val="00B05669"/>
    <w:rsid w:val="00B11460"/>
    <w:rsid w:val="00B17A75"/>
    <w:rsid w:val="00B17B8F"/>
    <w:rsid w:val="00B43A8F"/>
    <w:rsid w:val="00B46F68"/>
    <w:rsid w:val="00B61ACA"/>
    <w:rsid w:val="00B903EA"/>
    <w:rsid w:val="00B92D26"/>
    <w:rsid w:val="00BC2225"/>
    <w:rsid w:val="00BC5754"/>
    <w:rsid w:val="00BD3B1A"/>
    <w:rsid w:val="00BD6454"/>
    <w:rsid w:val="00BD6936"/>
    <w:rsid w:val="00BF27D4"/>
    <w:rsid w:val="00BF4B25"/>
    <w:rsid w:val="00BF4FD0"/>
    <w:rsid w:val="00BF70C0"/>
    <w:rsid w:val="00C07928"/>
    <w:rsid w:val="00C15085"/>
    <w:rsid w:val="00C21F6E"/>
    <w:rsid w:val="00C306A1"/>
    <w:rsid w:val="00C30FF7"/>
    <w:rsid w:val="00C40275"/>
    <w:rsid w:val="00C40F9E"/>
    <w:rsid w:val="00C43084"/>
    <w:rsid w:val="00C463D8"/>
    <w:rsid w:val="00C51C3D"/>
    <w:rsid w:val="00C56086"/>
    <w:rsid w:val="00C70E7E"/>
    <w:rsid w:val="00C77A04"/>
    <w:rsid w:val="00C82E59"/>
    <w:rsid w:val="00C97F85"/>
    <w:rsid w:val="00CA3C1D"/>
    <w:rsid w:val="00CB1911"/>
    <w:rsid w:val="00CB5EDC"/>
    <w:rsid w:val="00CB7C9E"/>
    <w:rsid w:val="00CC4F64"/>
    <w:rsid w:val="00CC7100"/>
    <w:rsid w:val="00CE68C1"/>
    <w:rsid w:val="00CE7666"/>
    <w:rsid w:val="00D003FA"/>
    <w:rsid w:val="00D20E36"/>
    <w:rsid w:val="00D52D02"/>
    <w:rsid w:val="00D62598"/>
    <w:rsid w:val="00D62633"/>
    <w:rsid w:val="00D62C59"/>
    <w:rsid w:val="00D71DDF"/>
    <w:rsid w:val="00D82292"/>
    <w:rsid w:val="00D84E70"/>
    <w:rsid w:val="00D87ACA"/>
    <w:rsid w:val="00D919E5"/>
    <w:rsid w:val="00D9321A"/>
    <w:rsid w:val="00D96894"/>
    <w:rsid w:val="00DA10DA"/>
    <w:rsid w:val="00DA255C"/>
    <w:rsid w:val="00DC09C7"/>
    <w:rsid w:val="00DC1DB0"/>
    <w:rsid w:val="00DD5532"/>
    <w:rsid w:val="00DE0E49"/>
    <w:rsid w:val="00DF19D9"/>
    <w:rsid w:val="00E0664F"/>
    <w:rsid w:val="00E108A7"/>
    <w:rsid w:val="00E25381"/>
    <w:rsid w:val="00E27683"/>
    <w:rsid w:val="00E61E1D"/>
    <w:rsid w:val="00E65C55"/>
    <w:rsid w:val="00EC0B47"/>
    <w:rsid w:val="00EC1499"/>
    <w:rsid w:val="00EC4653"/>
    <w:rsid w:val="00EC646D"/>
    <w:rsid w:val="00ED0BED"/>
    <w:rsid w:val="00ED23E3"/>
    <w:rsid w:val="00ED3F57"/>
    <w:rsid w:val="00ED6181"/>
    <w:rsid w:val="00ED6F8C"/>
    <w:rsid w:val="00EF102E"/>
    <w:rsid w:val="00EF53F5"/>
    <w:rsid w:val="00F0624B"/>
    <w:rsid w:val="00F21C4A"/>
    <w:rsid w:val="00F25B36"/>
    <w:rsid w:val="00F2781B"/>
    <w:rsid w:val="00F46F5F"/>
    <w:rsid w:val="00F64CEB"/>
    <w:rsid w:val="00F75E9E"/>
    <w:rsid w:val="00FA05E3"/>
    <w:rsid w:val="00FA5B44"/>
    <w:rsid w:val="00FA6469"/>
    <w:rsid w:val="00FB1614"/>
    <w:rsid w:val="00FB447E"/>
    <w:rsid w:val="00FC6C36"/>
    <w:rsid w:val="00FD6C9A"/>
    <w:rsid w:val="00FD7A4F"/>
    <w:rsid w:val="00FF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AF892"/>
  <w15:docId w15:val="{086E79A6-8E97-4C95-92DB-82CEA843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  <w:style w:type="table" w:styleId="Lentelstinklelis">
    <w:name w:val="Table Grid"/>
    <w:basedOn w:val="prastojilentel"/>
    <w:uiPriority w:val="59"/>
    <w:rsid w:val="001D6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f6005413218b49bda61fac67fdc26034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f6005413218b49bda61fac67fdc26034</Template>
  <TotalTime>10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2024 METŲ PASKELBIMO ŽEMAIČIŲ KRAŠTO AMATŲ, KULINARINIO PAVELDO IR ŽEMAITIŠKO RAŠTO METAIS SKUODO RAJONO SAVIVALDYBĖJE</vt:lpstr>
      <vt:lpstr/>
    </vt:vector>
  </TitlesOfParts>
  <Manager>2023-12-21</Manager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2024 METŲ PASKELBIMO ŽEMAIČIŲ KRAŠTO AMATŲ, KULINARINIO PAVELDO IR ŽEMAITIŠKO RAŠTO METAIS SKUODO RAJONO SAVIVALDYBĖJE</dc:title>
  <dc:subject>T9-235</dc:subject>
  <dc:creator>SKUODO RAJONO SAVIVALDYBĖS TARYBA</dc:creator>
  <cp:keywords/>
  <cp:lastModifiedBy>Sadauskienė, Dalia</cp:lastModifiedBy>
  <cp:revision>3</cp:revision>
  <cp:lastPrinted>2025-11-19T08:49:00Z</cp:lastPrinted>
  <dcterms:created xsi:type="dcterms:W3CDTF">2025-11-19T08:55:00Z</dcterms:created>
  <dcterms:modified xsi:type="dcterms:W3CDTF">2025-11-19T09:01:00Z</dcterms:modified>
  <cp:category>SPRENDIMAS</cp:category>
</cp:coreProperties>
</file>